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061BF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CE73AB">
        <w:rPr>
          <w:rFonts w:ascii="Arial Narrow" w:hAnsi="Arial Narrow"/>
          <w:sz w:val="22"/>
          <w:lang w:val="de-DE"/>
        </w:rPr>
        <w:t>30</w:t>
      </w:r>
      <w:r w:rsidR="00244264">
        <w:rPr>
          <w:rFonts w:ascii="Arial Narrow" w:hAnsi="Arial Narrow"/>
          <w:sz w:val="22"/>
          <w:lang w:val="de-DE"/>
        </w:rPr>
        <w:t>.</w:t>
      </w:r>
      <w:r w:rsidR="00CE73AB">
        <w:rPr>
          <w:rFonts w:ascii="Arial Narrow" w:hAnsi="Arial Narrow"/>
          <w:sz w:val="22"/>
          <w:lang w:val="de-DE"/>
        </w:rPr>
        <w:t>03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61BF1" w:rsidRDefault="00061BF1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T-Shirts</w:t>
      </w:r>
    </w:p>
    <w:p w:rsidR="006E5536" w:rsidRPr="006E5536" w:rsidRDefault="00290CDB" w:rsidP="006E553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Zuständigkeiten der</w:t>
      </w:r>
      <w:r w:rsidR="00BC6DF3">
        <w:rPr>
          <w:rFonts w:ascii="Arial Narrow" w:hAnsi="Arial Narrow"/>
          <w:sz w:val="22"/>
          <w:lang w:val="de-DE"/>
        </w:rPr>
        <w:t xml:space="preserve"> AStA</w:t>
      </w:r>
      <w:r>
        <w:rPr>
          <w:rFonts w:ascii="Arial Narrow" w:hAnsi="Arial Narrow"/>
          <w:sz w:val="22"/>
          <w:lang w:val="de-DE"/>
        </w:rPr>
        <w:t xml:space="preserve"> Mitglieder</w:t>
      </w:r>
    </w:p>
    <w:p w:rsidR="00BC6DF3" w:rsidRDefault="00BC6DF3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Challenge: Büro Entrümpeln</w:t>
      </w:r>
      <w:r w:rsidR="00190913">
        <w:rPr>
          <w:rFonts w:ascii="Arial Narrow" w:hAnsi="Arial Narrow"/>
          <w:sz w:val="22"/>
          <w:lang w:val="de-DE"/>
        </w:rPr>
        <w:t xml:space="preserve"> (Müll an den PC Arbeitsplätzen)</w:t>
      </w:r>
    </w:p>
    <w:p w:rsidR="00FE3FDA" w:rsidRDefault="00FE3FD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Jackenständer aufräumen</w:t>
      </w:r>
    </w:p>
    <w:p w:rsidR="001106B5" w:rsidRDefault="001106B5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Flügel</w:t>
      </w:r>
    </w:p>
    <w:p w:rsidR="004A46A2" w:rsidRDefault="004A46A2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AStA-Telefonliste aktualisieren</w:t>
      </w:r>
    </w:p>
    <w:p w:rsidR="00170FD2" w:rsidRDefault="00170FD2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Dokumentation für wichtige Arbeitsabläufe (z.B. Garderobe aufbauen)</w:t>
      </w:r>
    </w:p>
    <w:p w:rsidR="00BA737A" w:rsidRDefault="00BA737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Steam-Account-Liste</w:t>
      </w:r>
    </w:p>
    <w:p w:rsidR="00BA737A" w:rsidRDefault="00BA737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Urkunde</w:t>
      </w:r>
    </w:p>
    <w:p w:rsidR="00BA737A" w:rsidRDefault="00BA737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Getr-Zelle/Ref-Raum</w:t>
      </w:r>
    </w:p>
    <w:p w:rsidR="00093B05" w:rsidRDefault="00093B05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  <w:bookmarkStart w:id="0" w:name="_GoBack"/>
      <w:bookmarkEnd w:id="0"/>
    </w:p>
    <w:p w:rsidR="00BA737A" w:rsidRDefault="00722DDF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Kehrmaschine für Partys</w:t>
      </w:r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170FD2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7D610C" w:rsidRPr="00170F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93B0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44264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A46A2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3522"/>
    <w:rsid w:val="00815DF3"/>
    <w:rsid w:val="0081784D"/>
    <w:rsid w:val="0082741B"/>
    <w:rsid w:val="00843F45"/>
    <w:rsid w:val="008457B3"/>
    <w:rsid w:val="008743D8"/>
    <w:rsid w:val="00876DBB"/>
    <w:rsid w:val="00883CB3"/>
    <w:rsid w:val="008840AD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13</cp:revision>
  <cp:lastPrinted>2016-01-20T11:58:00Z</cp:lastPrinted>
  <dcterms:created xsi:type="dcterms:W3CDTF">2016-03-30T12:01:00Z</dcterms:created>
  <dcterms:modified xsi:type="dcterms:W3CDTF">2016-04-05T07:16:00Z</dcterms:modified>
</cp:coreProperties>
</file>